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25" w:rsidRPr="00AA4836" w:rsidRDefault="00681257" w:rsidP="00D5739E">
      <w:pPr>
        <w:ind w:rightChars="134" w:right="281"/>
        <w:jc w:val="right"/>
        <w:rPr>
          <w:rFonts w:ascii="ＭＳ 明朝" w:hAnsi="ＭＳ 明朝"/>
          <w:szCs w:val="32"/>
        </w:rPr>
      </w:pPr>
      <w:r w:rsidRPr="00AA4836">
        <w:rPr>
          <w:rFonts w:ascii="ＭＳ 明朝" w:hAnsi="ＭＳ 明朝" w:hint="eastAsia"/>
          <w:szCs w:val="32"/>
        </w:rPr>
        <w:t>別紙</w:t>
      </w:r>
      <w:r w:rsidR="001A670B">
        <w:rPr>
          <w:rFonts w:ascii="ＭＳ 明朝" w:hAnsi="ＭＳ 明朝" w:hint="eastAsia"/>
          <w:szCs w:val="32"/>
        </w:rPr>
        <w:t>６</w:t>
      </w:r>
    </w:p>
    <w:p w:rsidR="001C5725" w:rsidRPr="00CA053C" w:rsidRDefault="001C5725" w:rsidP="00317FDB">
      <w:pPr>
        <w:rPr>
          <w:szCs w:val="32"/>
        </w:rPr>
      </w:pPr>
    </w:p>
    <w:p w:rsidR="001C5725" w:rsidRPr="00CA053C" w:rsidRDefault="001C5725" w:rsidP="001C5725">
      <w:pPr>
        <w:jc w:val="center"/>
        <w:rPr>
          <w:b/>
          <w:bCs/>
        </w:rPr>
      </w:pPr>
      <w:r w:rsidRPr="00CA053C">
        <w:rPr>
          <w:rFonts w:hint="eastAsia"/>
          <w:b/>
          <w:bCs/>
          <w:sz w:val="32"/>
          <w:szCs w:val="32"/>
        </w:rPr>
        <w:t>株主又は出資者名簿</w:t>
      </w:r>
    </w:p>
    <w:p w:rsidR="001C5725" w:rsidRPr="00CA053C" w:rsidRDefault="001C5725" w:rsidP="001C5725"/>
    <w:p w:rsidR="001C5725" w:rsidRPr="00CA053C" w:rsidRDefault="001C5725" w:rsidP="001C5725">
      <w:r w:rsidRPr="00CA053C">
        <w:rPr>
          <w:rFonts w:hint="eastAsia"/>
        </w:rPr>
        <w:t xml:space="preserve">　　　　株　主</w:t>
      </w:r>
      <w:r w:rsidRPr="00CA053C">
        <w:rPr>
          <w:rFonts w:hint="eastAsia"/>
        </w:rPr>
        <w:t xml:space="preserve"> </w:t>
      </w:r>
      <w:r w:rsidRPr="00CA053C">
        <w:rPr>
          <w:rFonts w:hint="eastAsia"/>
        </w:rPr>
        <w:t>：</w:t>
      </w:r>
      <w:r w:rsidRPr="00CA053C">
        <w:rPr>
          <w:rFonts w:hint="eastAsia"/>
        </w:rPr>
        <w:t xml:space="preserve"> </w:t>
      </w:r>
      <w:r w:rsidRPr="00CA053C">
        <w:rPr>
          <w:rFonts w:hint="eastAsia"/>
        </w:rPr>
        <w:t>株式会社の株主で、発行済株式総数の</w:t>
      </w:r>
      <w:r w:rsidR="006830EE" w:rsidRPr="00AA4836">
        <w:rPr>
          <w:rFonts w:ascii="ＭＳ 明朝" w:hAnsi="ＭＳ 明朝" w:hint="eastAsia"/>
          <w:u w:val="single"/>
        </w:rPr>
        <w:t>100</w:t>
      </w:r>
      <w:r w:rsidRPr="00AA4836">
        <w:rPr>
          <w:rFonts w:ascii="ＭＳ 明朝" w:hAnsi="ＭＳ 明朝" w:hint="eastAsia"/>
          <w:u w:val="single"/>
        </w:rPr>
        <w:t>分の５以上</w:t>
      </w:r>
      <w:r w:rsidRPr="00CA053C">
        <w:rPr>
          <w:rFonts w:hint="eastAsia"/>
        </w:rPr>
        <w:t>の株式を有するもの</w:t>
      </w:r>
    </w:p>
    <w:p w:rsidR="001C5725" w:rsidRPr="00CA053C" w:rsidRDefault="001C5725" w:rsidP="001C5725">
      <w:r w:rsidRPr="00CA053C">
        <w:rPr>
          <w:rFonts w:hint="eastAsia"/>
        </w:rPr>
        <w:t xml:space="preserve">　　　　出資者</w:t>
      </w:r>
      <w:r w:rsidRPr="00CA053C">
        <w:rPr>
          <w:rFonts w:hint="eastAsia"/>
        </w:rPr>
        <w:t xml:space="preserve"> </w:t>
      </w:r>
      <w:r w:rsidRPr="00CA053C">
        <w:rPr>
          <w:rFonts w:hint="eastAsia"/>
        </w:rPr>
        <w:t>：</w:t>
      </w:r>
      <w:r w:rsidRPr="00CA053C">
        <w:rPr>
          <w:rFonts w:hint="eastAsia"/>
        </w:rPr>
        <w:t xml:space="preserve"> </w:t>
      </w:r>
      <w:r w:rsidRPr="00CA053C">
        <w:rPr>
          <w:rFonts w:hint="eastAsia"/>
        </w:rPr>
        <w:t>株式会社以外の法人で、出資金総額の</w:t>
      </w:r>
      <w:r w:rsidR="006830EE" w:rsidRPr="00AA4836">
        <w:rPr>
          <w:rFonts w:ascii="ＭＳ 明朝" w:hAnsi="ＭＳ 明朝" w:hint="eastAsia"/>
          <w:u w:val="single"/>
        </w:rPr>
        <w:t>100</w:t>
      </w:r>
      <w:r w:rsidRPr="00AA4836">
        <w:rPr>
          <w:rFonts w:ascii="ＭＳ 明朝" w:hAnsi="ＭＳ 明朝" w:hint="eastAsia"/>
          <w:u w:val="single"/>
        </w:rPr>
        <w:t>分の５以上</w:t>
      </w:r>
      <w:r w:rsidRPr="00CA053C">
        <w:rPr>
          <w:rFonts w:hint="eastAsia"/>
        </w:rPr>
        <w:t>の額に相当する出資をして</w:t>
      </w:r>
    </w:p>
    <w:p w:rsidR="001C5725" w:rsidRPr="00CA053C" w:rsidRDefault="001C5725" w:rsidP="001C5725">
      <w:r w:rsidRPr="00CA053C">
        <w:rPr>
          <w:rFonts w:hint="eastAsia"/>
        </w:rPr>
        <w:t xml:space="preserve">　　　　　</w:t>
      </w:r>
      <w:r w:rsidRPr="00CA053C">
        <w:rPr>
          <w:rFonts w:hint="eastAsia"/>
        </w:rPr>
        <w:t xml:space="preserve">  </w:t>
      </w:r>
      <w:r w:rsidRPr="00CA053C">
        <w:rPr>
          <w:rFonts w:hint="eastAsia"/>
        </w:rPr>
        <w:t xml:space="preserve">　　　いるもの</w:t>
      </w:r>
    </w:p>
    <w:tbl>
      <w:tblPr>
        <w:tblW w:w="0" w:type="auto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500"/>
        <w:gridCol w:w="1339"/>
        <w:gridCol w:w="1285"/>
        <w:gridCol w:w="465"/>
        <w:gridCol w:w="11"/>
        <w:gridCol w:w="4612"/>
      </w:tblGrid>
      <w:tr w:rsidR="001C5725" w:rsidRPr="00CA053C" w:rsidTr="00D07138">
        <w:trPr>
          <w:cantSplit/>
          <w:trHeight w:hRule="exact" w:val="732"/>
          <w:jc w:val="center"/>
        </w:trPr>
        <w:tc>
          <w:tcPr>
            <w:tcW w:w="46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5"/>
                <w:szCs w:val="20"/>
              </w:rPr>
              <w:t>発行済株式総数</w:t>
            </w:r>
          </w:p>
          <w:p w:rsidR="001C5725" w:rsidRPr="00CA053C" w:rsidRDefault="001C5725" w:rsidP="00D07138"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5"/>
                <w:szCs w:val="20"/>
              </w:rPr>
              <w:t xml:space="preserve">　　　　　　　　　　　　　　　　　　　　株</w:t>
            </w:r>
          </w:p>
        </w:tc>
        <w:tc>
          <w:tcPr>
            <w:tcW w:w="46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5"/>
                <w:szCs w:val="20"/>
              </w:rPr>
              <w:t>出資金総額</w:t>
            </w:r>
          </w:p>
          <w:p w:rsidR="001C5725" w:rsidRPr="00CA053C" w:rsidRDefault="001C5725" w:rsidP="00D07138"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5"/>
                <w:szCs w:val="20"/>
              </w:rPr>
              <w:t xml:space="preserve">　　　　　　　　　　　　　　　　　　　　円</w:t>
            </w:r>
          </w:p>
        </w:tc>
      </w:tr>
      <w:tr w:rsidR="001C5725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pacing w:val="-5"/>
                <w:szCs w:val="20"/>
              </w:rPr>
              <w:t>（</w:t>
            </w:r>
            <w:r>
              <w:rPr>
                <w:rFonts w:hint="eastAsia"/>
                <w:spacing w:val="-5"/>
                <w:szCs w:val="20"/>
              </w:rPr>
              <w:t>フリガナ</w:t>
            </w:r>
            <w:r w:rsidRPr="00CA053C">
              <w:rPr>
                <w:rFonts w:hint="eastAsia"/>
                <w:spacing w:val="-5"/>
                <w:szCs w:val="20"/>
              </w:rPr>
              <w:t>）</w:t>
            </w: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pacing w:val="-5"/>
                <w:szCs w:val="20"/>
              </w:rPr>
              <w:t>氏名又は名称</w:t>
            </w: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pacing w:val="-1"/>
                <w:szCs w:val="20"/>
              </w:rPr>
              <w:t>生年月日</w:t>
            </w:r>
          </w:p>
          <w:p w:rsidR="001C5725" w:rsidRPr="00CA053C" w:rsidRDefault="001C5725" w:rsidP="00D07138">
            <w:pPr>
              <w:jc w:val="center"/>
              <w:rPr>
                <w:spacing w:val="-1"/>
                <w:szCs w:val="20"/>
              </w:rPr>
            </w:pPr>
            <w:r w:rsidRPr="00CA053C">
              <w:rPr>
                <w:rFonts w:hint="eastAsia"/>
                <w:spacing w:val="-1"/>
                <w:szCs w:val="20"/>
              </w:rPr>
              <w:t>又は</w:t>
            </w:r>
          </w:p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pacing w:val="-1"/>
                <w:szCs w:val="20"/>
              </w:rPr>
              <w:t>設立年月日</w:t>
            </w: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w w:val="50"/>
                <w:szCs w:val="20"/>
              </w:rPr>
              <w:t>保有株式数又は出資額</w:t>
            </w:r>
          </w:p>
        </w:tc>
        <w:tc>
          <w:tcPr>
            <w:tcW w:w="5088" w:type="dxa"/>
            <w:gridSpan w:val="3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1C5725" w:rsidRPr="00CA053C" w:rsidRDefault="005C52EE" w:rsidP="005C52EE">
            <w:pPr>
              <w:jc w:val="center"/>
            </w:pPr>
            <w:r w:rsidRPr="00AA749E">
              <w:rPr>
                <w:rFonts w:hint="eastAsia"/>
                <w:spacing w:val="5"/>
                <w:szCs w:val="20"/>
              </w:rPr>
              <w:t>本籍</w:t>
            </w:r>
            <w:r w:rsidR="00AA749E" w:rsidRPr="00B01ED8">
              <w:rPr>
                <w:rFonts w:ascii="ＭＳ 明朝" w:hAnsi="ＭＳ 明朝" w:hint="eastAsia"/>
                <w:spacing w:val="-5"/>
                <w:sz w:val="18"/>
                <w:szCs w:val="18"/>
              </w:rPr>
              <w:t>（</w:t>
            </w:r>
            <w:r w:rsidR="001C5725" w:rsidRPr="00B01ED8">
              <w:rPr>
                <w:rFonts w:ascii="ＭＳ 明朝" w:hAnsi="ＭＳ 明朝" w:hint="eastAsia"/>
                <w:spacing w:val="-5"/>
                <w:sz w:val="18"/>
                <w:szCs w:val="18"/>
              </w:rPr>
              <w:t>※</w:t>
            </w:r>
            <w:r w:rsidRPr="00B01ED8">
              <w:rPr>
                <w:rFonts w:ascii="ＭＳ 明朝" w:hAnsi="ＭＳ 明朝" w:hint="eastAsia"/>
                <w:spacing w:val="-5"/>
                <w:sz w:val="18"/>
                <w:szCs w:val="18"/>
              </w:rPr>
              <w:t>住民票のとおり記載、</w:t>
            </w:r>
            <w:r w:rsidR="001C5725" w:rsidRPr="00B01ED8">
              <w:rPr>
                <w:rFonts w:ascii="ＭＳ 明朝" w:hAnsi="ＭＳ 明朝" w:hint="eastAsia"/>
                <w:spacing w:val="-5"/>
                <w:sz w:val="18"/>
                <w:szCs w:val="18"/>
              </w:rPr>
              <w:t>法人及び外国人は不要</w:t>
            </w:r>
            <w:r w:rsidR="00AA749E" w:rsidRPr="00B01ED8">
              <w:rPr>
                <w:rFonts w:ascii="ＭＳ 明朝" w:hAnsi="ＭＳ 明朝" w:hint="eastAsia"/>
                <w:spacing w:val="-5"/>
                <w:sz w:val="18"/>
                <w:szCs w:val="18"/>
              </w:rPr>
              <w:t>）</w:t>
            </w:r>
          </w:p>
        </w:tc>
      </w:tr>
      <w:tr w:rsidR="001C5725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w w:val="50"/>
                <w:szCs w:val="20"/>
              </w:rPr>
              <w:t>総額に対する割合</w:t>
            </w:r>
          </w:p>
        </w:tc>
        <w:tc>
          <w:tcPr>
            <w:tcW w:w="5088" w:type="dxa"/>
            <w:gridSpan w:val="3"/>
            <w:tcBorders>
              <w:top w:val="dashed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C5725" w:rsidRPr="00CA053C" w:rsidRDefault="005C52EE" w:rsidP="00D07138">
            <w:pPr>
              <w:jc w:val="center"/>
            </w:pPr>
            <w:r w:rsidRPr="00AA749E">
              <w:rPr>
                <w:rFonts w:hint="eastAsia"/>
                <w:spacing w:val="20"/>
                <w:szCs w:val="20"/>
              </w:rPr>
              <w:t>現住所又は居住</w:t>
            </w:r>
            <w:r w:rsidR="001C5725" w:rsidRPr="00AA749E">
              <w:rPr>
                <w:rFonts w:hint="eastAsia"/>
                <w:spacing w:val="20"/>
                <w:szCs w:val="20"/>
              </w:rPr>
              <w:t>地</w:t>
            </w:r>
            <w:r w:rsidRPr="005C52EE">
              <w:rPr>
                <w:rFonts w:hint="eastAsia"/>
                <w:spacing w:val="-5"/>
                <w:sz w:val="18"/>
                <w:szCs w:val="18"/>
              </w:rPr>
              <w:t>（※住民票のとおり記載）</w:t>
            </w:r>
          </w:p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3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2EE" w:rsidRPr="00CA053C" w:rsidRDefault="005C52EE" w:rsidP="005C52EE">
            <w:pPr>
              <w:jc w:val="center"/>
            </w:pPr>
          </w:p>
        </w:tc>
        <w:tc>
          <w:tcPr>
            <w:tcW w:w="128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rFonts w:hint="eastAsia"/>
              </w:rPr>
              <w:t>株・円</w:t>
            </w:r>
          </w:p>
        </w:tc>
        <w:tc>
          <w:tcPr>
            <w:tcW w:w="465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623" w:type="dxa"/>
            <w:gridSpan w:val="2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  <w:tr w:rsidR="005C52EE" w:rsidRPr="00CA053C" w:rsidTr="00AA749E">
        <w:trPr>
          <w:cantSplit/>
          <w:trHeight w:hRule="exact" w:val="500"/>
          <w:jc w:val="center"/>
        </w:trPr>
        <w:tc>
          <w:tcPr>
            <w:tcW w:w="1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52EE" w:rsidRPr="00CA053C" w:rsidRDefault="005C52EE" w:rsidP="00D07138"/>
        </w:tc>
        <w:tc>
          <w:tcPr>
            <w:tcW w:w="1339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5C52EE" w:rsidRPr="00CA053C" w:rsidRDefault="005C52EE" w:rsidP="00D07138"/>
        </w:tc>
        <w:tc>
          <w:tcPr>
            <w:tcW w:w="1285" w:type="dxa"/>
            <w:tcBorders>
              <w:top w:val="dashed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C52EE" w:rsidRPr="00CA053C" w:rsidRDefault="005C52EE" w:rsidP="00D07138">
            <w:pPr>
              <w:jc w:val="right"/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pacing w:val="-1"/>
                <w:szCs w:val="20"/>
              </w:rPr>
              <w:t xml:space="preserve">　　　％</w:t>
            </w:r>
          </w:p>
        </w:tc>
        <w:tc>
          <w:tcPr>
            <w:tcW w:w="465" w:type="dxa"/>
            <w:tcBorders>
              <w:top w:val="dashed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C52EE" w:rsidRPr="005C52EE" w:rsidRDefault="005C52EE" w:rsidP="005C52EE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623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52EE" w:rsidRPr="00CA053C" w:rsidRDefault="005C52EE" w:rsidP="005C52EE"/>
        </w:tc>
      </w:tr>
    </w:tbl>
    <w:p w:rsidR="001C5725" w:rsidRPr="00CA053C" w:rsidRDefault="006830EE" w:rsidP="001C5725">
      <w:pPr>
        <w:numPr>
          <w:ilvl w:val="0"/>
          <w:numId w:val="1"/>
        </w:numPr>
      </w:pPr>
      <w:r>
        <w:rPr>
          <w:rFonts w:hint="eastAsia"/>
        </w:rPr>
        <w:t>上記の者が廃棄物の処理及び清掃に関する法律（</w:t>
      </w:r>
      <w:r w:rsidRPr="00AA4836">
        <w:rPr>
          <w:rFonts w:ascii="ＭＳ 明朝" w:hAnsi="ＭＳ 明朝" w:hint="eastAsia"/>
        </w:rPr>
        <w:t>昭和45年法律第137号）第14</w:t>
      </w:r>
      <w:r w:rsidR="001C5725" w:rsidRPr="00AA4836">
        <w:rPr>
          <w:rFonts w:ascii="ＭＳ 明朝" w:hAnsi="ＭＳ 明朝" w:hint="eastAsia"/>
        </w:rPr>
        <w:t>条第５項</w:t>
      </w:r>
    </w:p>
    <w:p w:rsidR="001C5725" w:rsidRPr="00CA053C" w:rsidRDefault="001C5725" w:rsidP="00E568B7">
      <w:pPr>
        <w:ind w:leftChars="200" w:left="420" w:firstLineChars="137" w:firstLine="288"/>
      </w:pPr>
      <w:r w:rsidRPr="00CA053C">
        <w:rPr>
          <w:rFonts w:hint="eastAsia"/>
        </w:rPr>
        <w:t>第２号の規定に該当する場合は、許可されない場合があります。</w:t>
      </w:r>
    </w:p>
    <w:p w:rsidR="001C5725" w:rsidRPr="00CA053C" w:rsidRDefault="001C5725" w:rsidP="001C5725">
      <w:r w:rsidRPr="00CA053C">
        <w:rPr>
          <w:rFonts w:hint="eastAsia"/>
        </w:rPr>
        <w:t xml:space="preserve">　</w:t>
      </w:r>
    </w:p>
    <w:p w:rsidR="001C5725" w:rsidRPr="00CA053C" w:rsidRDefault="001C5725" w:rsidP="001C5725"/>
    <w:p w:rsidR="00DE076B" w:rsidRDefault="00DE076B" w:rsidP="001C5725">
      <w:bookmarkStart w:id="0" w:name="_GoBack"/>
      <w:bookmarkEnd w:id="0"/>
    </w:p>
    <w:sectPr w:rsidR="00DE076B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323" w:rsidRDefault="007A5323">
      <w:r>
        <w:separator/>
      </w:r>
    </w:p>
  </w:endnote>
  <w:endnote w:type="continuationSeparator" w:id="0">
    <w:p w:rsidR="007A5323" w:rsidRDefault="007A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C" w:rsidRDefault="002E6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89C" w:rsidRDefault="002E6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323" w:rsidRDefault="007A5323">
      <w:r>
        <w:separator/>
      </w:r>
    </w:p>
  </w:footnote>
  <w:footnote w:type="continuationSeparator" w:id="0">
    <w:p w:rsidR="007A5323" w:rsidRDefault="007A5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00195"/>
    <w:rsid w:val="00000F60"/>
    <w:rsid w:val="000036F6"/>
    <w:rsid w:val="00003D6E"/>
    <w:rsid w:val="00004206"/>
    <w:rsid w:val="00004382"/>
    <w:rsid w:val="00005217"/>
    <w:rsid w:val="00006917"/>
    <w:rsid w:val="00007103"/>
    <w:rsid w:val="00007139"/>
    <w:rsid w:val="00007D66"/>
    <w:rsid w:val="00010CC0"/>
    <w:rsid w:val="000123BD"/>
    <w:rsid w:val="0001429D"/>
    <w:rsid w:val="0001456C"/>
    <w:rsid w:val="000179A8"/>
    <w:rsid w:val="0002111D"/>
    <w:rsid w:val="00023A1F"/>
    <w:rsid w:val="0002590A"/>
    <w:rsid w:val="000314B8"/>
    <w:rsid w:val="00031FC0"/>
    <w:rsid w:val="0003548A"/>
    <w:rsid w:val="00035BEA"/>
    <w:rsid w:val="00035C5A"/>
    <w:rsid w:val="00036E6A"/>
    <w:rsid w:val="00036F8D"/>
    <w:rsid w:val="00040930"/>
    <w:rsid w:val="00041016"/>
    <w:rsid w:val="00041D1C"/>
    <w:rsid w:val="00044CF1"/>
    <w:rsid w:val="000469CF"/>
    <w:rsid w:val="00051150"/>
    <w:rsid w:val="0005259F"/>
    <w:rsid w:val="00052711"/>
    <w:rsid w:val="00052DE9"/>
    <w:rsid w:val="00053106"/>
    <w:rsid w:val="0005464D"/>
    <w:rsid w:val="000546F1"/>
    <w:rsid w:val="00056D20"/>
    <w:rsid w:val="00057E1E"/>
    <w:rsid w:val="0006072C"/>
    <w:rsid w:val="000612AA"/>
    <w:rsid w:val="00063139"/>
    <w:rsid w:val="00063473"/>
    <w:rsid w:val="000637C1"/>
    <w:rsid w:val="0006648D"/>
    <w:rsid w:val="0006671F"/>
    <w:rsid w:val="00066E12"/>
    <w:rsid w:val="00067135"/>
    <w:rsid w:val="00071E62"/>
    <w:rsid w:val="00073242"/>
    <w:rsid w:val="00073D35"/>
    <w:rsid w:val="00073EF1"/>
    <w:rsid w:val="00075503"/>
    <w:rsid w:val="00077299"/>
    <w:rsid w:val="00077C9F"/>
    <w:rsid w:val="000833AB"/>
    <w:rsid w:val="00090122"/>
    <w:rsid w:val="00092124"/>
    <w:rsid w:val="000927E1"/>
    <w:rsid w:val="00093787"/>
    <w:rsid w:val="00093C0C"/>
    <w:rsid w:val="000947FE"/>
    <w:rsid w:val="000A1520"/>
    <w:rsid w:val="000A2515"/>
    <w:rsid w:val="000A31FC"/>
    <w:rsid w:val="000A5059"/>
    <w:rsid w:val="000A76D0"/>
    <w:rsid w:val="000B137A"/>
    <w:rsid w:val="000B24F8"/>
    <w:rsid w:val="000B348A"/>
    <w:rsid w:val="000B3517"/>
    <w:rsid w:val="000B3A91"/>
    <w:rsid w:val="000B4FF2"/>
    <w:rsid w:val="000B7889"/>
    <w:rsid w:val="000C03ED"/>
    <w:rsid w:val="000C13B6"/>
    <w:rsid w:val="000C1CA1"/>
    <w:rsid w:val="000C303B"/>
    <w:rsid w:val="000C341C"/>
    <w:rsid w:val="000C5EAA"/>
    <w:rsid w:val="000C6E48"/>
    <w:rsid w:val="000C75E5"/>
    <w:rsid w:val="000C7BEF"/>
    <w:rsid w:val="000D22E0"/>
    <w:rsid w:val="000D243E"/>
    <w:rsid w:val="000D2C69"/>
    <w:rsid w:val="000D5A39"/>
    <w:rsid w:val="000D5F0C"/>
    <w:rsid w:val="000E0D6A"/>
    <w:rsid w:val="000E1C59"/>
    <w:rsid w:val="000E36C9"/>
    <w:rsid w:val="000E4BDE"/>
    <w:rsid w:val="000E7B3D"/>
    <w:rsid w:val="000E7C54"/>
    <w:rsid w:val="000F1798"/>
    <w:rsid w:val="000F1CC5"/>
    <w:rsid w:val="000F3780"/>
    <w:rsid w:val="000F3D12"/>
    <w:rsid w:val="000F473E"/>
    <w:rsid w:val="000F4F63"/>
    <w:rsid w:val="0010131C"/>
    <w:rsid w:val="001032A1"/>
    <w:rsid w:val="001043F3"/>
    <w:rsid w:val="00105487"/>
    <w:rsid w:val="0011001E"/>
    <w:rsid w:val="00113EFF"/>
    <w:rsid w:val="0011641E"/>
    <w:rsid w:val="001177A0"/>
    <w:rsid w:val="00120F05"/>
    <w:rsid w:val="0012137B"/>
    <w:rsid w:val="00121616"/>
    <w:rsid w:val="00122669"/>
    <w:rsid w:val="00122BC9"/>
    <w:rsid w:val="001239AE"/>
    <w:rsid w:val="00125168"/>
    <w:rsid w:val="00127B2B"/>
    <w:rsid w:val="001305DE"/>
    <w:rsid w:val="00130F3F"/>
    <w:rsid w:val="00131458"/>
    <w:rsid w:val="00132294"/>
    <w:rsid w:val="0013240C"/>
    <w:rsid w:val="00133A3E"/>
    <w:rsid w:val="001344BD"/>
    <w:rsid w:val="001347FF"/>
    <w:rsid w:val="001353B0"/>
    <w:rsid w:val="0013554D"/>
    <w:rsid w:val="00135A9A"/>
    <w:rsid w:val="00136A9F"/>
    <w:rsid w:val="00136B59"/>
    <w:rsid w:val="001373A6"/>
    <w:rsid w:val="00137D01"/>
    <w:rsid w:val="00137F88"/>
    <w:rsid w:val="00142BC3"/>
    <w:rsid w:val="00142E15"/>
    <w:rsid w:val="00144D26"/>
    <w:rsid w:val="00144F7F"/>
    <w:rsid w:val="00145E2E"/>
    <w:rsid w:val="00151C2C"/>
    <w:rsid w:val="00152913"/>
    <w:rsid w:val="00152F6C"/>
    <w:rsid w:val="00156204"/>
    <w:rsid w:val="001567CE"/>
    <w:rsid w:val="00157273"/>
    <w:rsid w:val="001600A2"/>
    <w:rsid w:val="00160DC9"/>
    <w:rsid w:val="00162020"/>
    <w:rsid w:val="00163626"/>
    <w:rsid w:val="00165D98"/>
    <w:rsid w:val="00166DC3"/>
    <w:rsid w:val="0017244D"/>
    <w:rsid w:val="00174917"/>
    <w:rsid w:val="001776D1"/>
    <w:rsid w:val="00177CE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098A"/>
    <w:rsid w:val="0019150E"/>
    <w:rsid w:val="001919D4"/>
    <w:rsid w:val="00193288"/>
    <w:rsid w:val="00193A89"/>
    <w:rsid w:val="00196A13"/>
    <w:rsid w:val="001972C2"/>
    <w:rsid w:val="00197C28"/>
    <w:rsid w:val="001A1D77"/>
    <w:rsid w:val="001A2756"/>
    <w:rsid w:val="001A4FE3"/>
    <w:rsid w:val="001A5E04"/>
    <w:rsid w:val="001A670B"/>
    <w:rsid w:val="001A7996"/>
    <w:rsid w:val="001B0B82"/>
    <w:rsid w:val="001B4F2E"/>
    <w:rsid w:val="001B5084"/>
    <w:rsid w:val="001B5849"/>
    <w:rsid w:val="001B719B"/>
    <w:rsid w:val="001B7E42"/>
    <w:rsid w:val="001C00E9"/>
    <w:rsid w:val="001C0C03"/>
    <w:rsid w:val="001C0FAB"/>
    <w:rsid w:val="001C12DE"/>
    <w:rsid w:val="001C2AAE"/>
    <w:rsid w:val="001C4F4B"/>
    <w:rsid w:val="001C4F61"/>
    <w:rsid w:val="001C5725"/>
    <w:rsid w:val="001C57A1"/>
    <w:rsid w:val="001C7D70"/>
    <w:rsid w:val="001C7FDE"/>
    <w:rsid w:val="001D47FC"/>
    <w:rsid w:val="001D48AF"/>
    <w:rsid w:val="001D5AF9"/>
    <w:rsid w:val="001D60ED"/>
    <w:rsid w:val="001E1F90"/>
    <w:rsid w:val="001E2652"/>
    <w:rsid w:val="001E2BC4"/>
    <w:rsid w:val="001E481F"/>
    <w:rsid w:val="001E49AC"/>
    <w:rsid w:val="001E623F"/>
    <w:rsid w:val="001F0222"/>
    <w:rsid w:val="001F0B2C"/>
    <w:rsid w:val="001F0FC6"/>
    <w:rsid w:val="001F1034"/>
    <w:rsid w:val="001F1BC6"/>
    <w:rsid w:val="001F1F58"/>
    <w:rsid w:val="001F271F"/>
    <w:rsid w:val="001F3B52"/>
    <w:rsid w:val="001F5A5E"/>
    <w:rsid w:val="001F6164"/>
    <w:rsid w:val="001F7E0F"/>
    <w:rsid w:val="002000BD"/>
    <w:rsid w:val="00200579"/>
    <w:rsid w:val="00201641"/>
    <w:rsid w:val="002030DF"/>
    <w:rsid w:val="002065F8"/>
    <w:rsid w:val="00206949"/>
    <w:rsid w:val="00206CE4"/>
    <w:rsid w:val="002112C7"/>
    <w:rsid w:val="0021217A"/>
    <w:rsid w:val="002159D0"/>
    <w:rsid w:val="00215DD8"/>
    <w:rsid w:val="00216A3D"/>
    <w:rsid w:val="00220033"/>
    <w:rsid w:val="0022252D"/>
    <w:rsid w:val="00224B8F"/>
    <w:rsid w:val="002255DC"/>
    <w:rsid w:val="00225F6B"/>
    <w:rsid w:val="002306C2"/>
    <w:rsid w:val="00231766"/>
    <w:rsid w:val="00232021"/>
    <w:rsid w:val="00232060"/>
    <w:rsid w:val="00232F06"/>
    <w:rsid w:val="00232FF3"/>
    <w:rsid w:val="00235347"/>
    <w:rsid w:val="00235509"/>
    <w:rsid w:val="002363A1"/>
    <w:rsid w:val="00240F01"/>
    <w:rsid w:val="002411FD"/>
    <w:rsid w:val="0024294E"/>
    <w:rsid w:val="00244BE7"/>
    <w:rsid w:val="00244DA8"/>
    <w:rsid w:val="0024550C"/>
    <w:rsid w:val="002539F9"/>
    <w:rsid w:val="00254082"/>
    <w:rsid w:val="00255084"/>
    <w:rsid w:val="002562DF"/>
    <w:rsid w:val="002606C1"/>
    <w:rsid w:val="00261197"/>
    <w:rsid w:val="00264BC4"/>
    <w:rsid w:val="00265816"/>
    <w:rsid w:val="00266BD2"/>
    <w:rsid w:val="00270C3A"/>
    <w:rsid w:val="00273839"/>
    <w:rsid w:val="0027476D"/>
    <w:rsid w:val="00274DA2"/>
    <w:rsid w:val="00274DF7"/>
    <w:rsid w:val="0028469E"/>
    <w:rsid w:val="00286E45"/>
    <w:rsid w:val="0029017D"/>
    <w:rsid w:val="002939A4"/>
    <w:rsid w:val="00293BD5"/>
    <w:rsid w:val="00294D91"/>
    <w:rsid w:val="00295B46"/>
    <w:rsid w:val="00295B89"/>
    <w:rsid w:val="002976A8"/>
    <w:rsid w:val="002A00DD"/>
    <w:rsid w:val="002A2DFE"/>
    <w:rsid w:val="002A3C8F"/>
    <w:rsid w:val="002A6935"/>
    <w:rsid w:val="002A6C87"/>
    <w:rsid w:val="002A6E55"/>
    <w:rsid w:val="002B01F9"/>
    <w:rsid w:val="002B040D"/>
    <w:rsid w:val="002B05EA"/>
    <w:rsid w:val="002B0A73"/>
    <w:rsid w:val="002B3782"/>
    <w:rsid w:val="002B44CB"/>
    <w:rsid w:val="002B4946"/>
    <w:rsid w:val="002B676C"/>
    <w:rsid w:val="002C04F3"/>
    <w:rsid w:val="002C0859"/>
    <w:rsid w:val="002C21C3"/>
    <w:rsid w:val="002C3026"/>
    <w:rsid w:val="002C35E6"/>
    <w:rsid w:val="002C3B27"/>
    <w:rsid w:val="002C53DC"/>
    <w:rsid w:val="002C684D"/>
    <w:rsid w:val="002C7D3B"/>
    <w:rsid w:val="002D0FB2"/>
    <w:rsid w:val="002D22F1"/>
    <w:rsid w:val="002D3B08"/>
    <w:rsid w:val="002D6A5E"/>
    <w:rsid w:val="002D7F46"/>
    <w:rsid w:val="002E292D"/>
    <w:rsid w:val="002E2EE0"/>
    <w:rsid w:val="002E4583"/>
    <w:rsid w:val="002E46BE"/>
    <w:rsid w:val="002E4ED5"/>
    <w:rsid w:val="002E5F6D"/>
    <w:rsid w:val="002E66B0"/>
    <w:rsid w:val="002E689C"/>
    <w:rsid w:val="002E7DFA"/>
    <w:rsid w:val="002F1144"/>
    <w:rsid w:val="002F324F"/>
    <w:rsid w:val="002F36B7"/>
    <w:rsid w:val="002F447B"/>
    <w:rsid w:val="002F49FE"/>
    <w:rsid w:val="002F5EE3"/>
    <w:rsid w:val="002F689B"/>
    <w:rsid w:val="002F69DF"/>
    <w:rsid w:val="002F71EE"/>
    <w:rsid w:val="0030034C"/>
    <w:rsid w:val="0030045B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0103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17FDB"/>
    <w:rsid w:val="00321C0E"/>
    <w:rsid w:val="00321D98"/>
    <w:rsid w:val="0032262A"/>
    <w:rsid w:val="00324D79"/>
    <w:rsid w:val="00325154"/>
    <w:rsid w:val="0032614A"/>
    <w:rsid w:val="0033406C"/>
    <w:rsid w:val="003348B2"/>
    <w:rsid w:val="00336993"/>
    <w:rsid w:val="00337EBE"/>
    <w:rsid w:val="00341AD2"/>
    <w:rsid w:val="00342F85"/>
    <w:rsid w:val="00345E64"/>
    <w:rsid w:val="003460E6"/>
    <w:rsid w:val="003512EB"/>
    <w:rsid w:val="00353062"/>
    <w:rsid w:val="003542E7"/>
    <w:rsid w:val="00357CAE"/>
    <w:rsid w:val="00361FF7"/>
    <w:rsid w:val="003634BB"/>
    <w:rsid w:val="00365E8E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90B"/>
    <w:rsid w:val="00384C83"/>
    <w:rsid w:val="0038744E"/>
    <w:rsid w:val="00387FF0"/>
    <w:rsid w:val="00390091"/>
    <w:rsid w:val="00390B3A"/>
    <w:rsid w:val="00391BBD"/>
    <w:rsid w:val="00392053"/>
    <w:rsid w:val="00393589"/>
    <w:rsid w:val="00394494"/>
    <w:rsid w:val="003952B1"/>
    <w:rsid w:val="00397ABF"/>
    <w:rsid w:val="003A1C2D"/>
    <w:rsid w:val="003A2CD3"/>
    <w:rsid w:val="003A3361"/>
    <w:rsid w:val="003A3942"/>
    <w:rsid w:val="003A6DC9"/>
    <w:rsid w:val="003A7386"/>
    <w:rsid w:val="003B1CF8"/>
    <w:rsid w:val="003B36EA"/>
    <w:rsid w:val="003C0851"/>
    <w:rsid w:val="003C173E"/>
    <w:rsid w:val="003C28F6"/>
    <w:rsid w:val="003C3939"/>
    <w:rsid w:val="003C3F99"/>
    <w:rsid w:val="003C7159"/>
    <w:rsid w:val="003C7469"/>
    <w:rsid w:val="003D26EA"/>
    <w:rsid w:val="003D3EBD"/>
    <w:rsid w:val="003D4BCC"/>
    <w:rsid w:val="003D643A"/>
    <w:rsid w:val="003D6C10"/>
    <w:rsid w:val="003D79BF"/>
    <w:rsid w:val="003E1583"/>
    <w:rsid w:val="003E2F86"/>
    <w:rsid w:val="003E3D24"/>
    <w:rsid w:val="003E536D"/>
    <w:rsid w:val="003E61F4"/>
    <w:rsid w:val="003E7A21"/>
    <w:rsid w:val="003F27AA"/>
    <w:rsid w:val="003F28DD"/>
    <w:rsid w:val="003F4074"/>
    <w:rsid w:val="003F4C27"/>
    <w:rsid w:val="003F4DC9"/>
    <w:rsid w:val="004004CA"/>
    <w:rsid w:val="00401053"/>
    <w:rsid w:val="0040126B"/>
    <w:rsid w:val="004030A8"/>
    <w:rsid w:val="004037C1"/>
    <w:rsid w:val="00403999"/>
    <w:rsid w:val="004045EC"/>
    <w:rsid w:val="00407FF2"/>
    <w:rsid w:val="00410648"/>
    <w:rsid w:val="004116DF"/>
    <w:rsid w:val="00415DD9"/>
    <w:rsid w:val="00417465"/>
    <w:rsid w:val="00420E8D"/>
    <w:rsid w:val="004211D5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20C2"/>
    <w:rsid w:val="004351A6"/>
    <w:rsid w:val="00435553"/>
    <w:rsid w:val="004371F5"/>
    <w:rsid w:val="004401C2"/>
    <w:rsid w:val="00440583"/>
    <w:rsid w:val="00440E8C"/>
    <w:rsid w:val="0044131C"/>
    <w:rsid w:val="00441917"/>
    <w:rsid w:val="00442006"/>
    <w:rsid w:val="0044386C"/>
    <w:rsid w:val="004473C3"/>
    <w:rsid w:val="00450027"/>
    <w:rsid w:val="00450EF6"/>
    <w:rsid w:val="00451FC9"/>
    <w:rsid w:val="004520B6"/>
    <w:rsid w:val="00453EF9"/>
    <w:rsid w:val="0045444E"/>
    <w:rsid w:val="00454E80"/>
    <w:rsid w:val="0045683D"/>
    <w:rsid w:val="00456AC1"/>
    <w:rsid w:val="00462A69"/>
    <w:rsid w:val="0046574A"/>
    <w:rsid w:val="00465A0E"/>
    <w:rsid w:val="00465FA3"/>
    <w:rsid w:val="004711C0"/>
    <w:rsid w:val="004728F5"/>
    <w:rsid w:val="00477379"/>
    <w:rsid w:val="00477730"/>
    <w:rsid w:val="00480E48"/>
    <w:rsid w:val="00481FE2"/>
    <w:rsid w:val="0048254D"/>
    <w:rsid w:val="00484E07"/>
    <w:rsid w:val="00485E9E"/>
    <w:rsid w:val="00485F52"/>
    <w:rsid w:val="004867AA"/>
    <w:rsid w:val="0048756A"/>
    <w:rsid w:val="00490F53"/>
    <w:rsid w:val="004928F7"/>
    <w:rsid w:val="004943E2"/>
    <w:rsid w:val="004948C6"/>
    <w:rsid w:val="00495B93"/>
    <w:rsid w:val="00496B25"/>
    <w:rsid w:val="00497245"/>
    <w:rsid w:val="00497F75"/>
    <w:rsid w:val="004A1FCD"/>
    <w:rsid w:val="004A2364"/>
    <w:rsid w:val="004A41A3"/>
    <w:rsid w:val="004A4642"/>
    <w:rsid w:val="004A4B78"/>
    <w:rsid w:val="004A4C67"/>
    <w:rsid w:val="004A6843"/>
    <w:rsid w:val="004B2B5C"/>
    <w:rsid w:val="004B3976"/>
    <w:rsid w:val="004B73AD"/>
    <w:rsid w:val="004B74BA"/>
    <w:rsid w:val="004C16E4"/>
    <w:rsid w:val="004C1A7E"/>
    <w:rsid w:val="004C2B67"/>
    <w:rsid w:val="004C31E5"/>
    <w:rsid w:val="004C4565"/>
    <w:rsid w:val="004D0C29"/>
    <w:rsid w:val="004D28D0"/>
    <w:rsid w:val="004D337F"/>
    <w:rsid w:val="004D373D"/>
    <w:rsid w:val="004D3C13"/>
    <w:rsid w:val="004D4DEE"/>
    <w:rsid w:val="004D5187"/>
    <w:rsid w:val="004D5857"/>
    <w:rsid w:val="004D7CB0"/>
    <w:rsid w:val="004E003F"/>
    <w:rsid w:val="004E394B"/>
    <w:rsid w:val="004E41F5"/>
    <w:rsid w:val="004E4791"/>
    <w:rsid w:val="004E6068"/>
    <w:rsid w:val="004F0032"/>
    <w:rsid w:val="004F1B55"/>
    <w:rsid w:val="004F2D62"/>
    <w:rsid w:val="004F3319"/>
    <w:rsid w:val="004F69F0"/>
    <w:rsid w:val="005002D1"/>
    <w:rsid w:val="00500B19"/>
    <w:rsid w:val="00502355"/>
    <w:rsid w:val="005038B3"/>
    <w:rsid w:val="0050466F"/>
    <w:rsid w:val="00507210"/>
    <w:rsid w:val="00507A87"/>
    <w:rsid w:val="00507AE3"/>
    <w:rsid w:val="0051192D"/>
    <w:rsid w:val="00512F52"/>
    <w:rsid w:val="00513670"/>
    <w:rsid w:val="00513ABE"/>
    <w:rsid w:val="00515034"/>
    <w:rsid w:val="00516569"/>
    <w:rsid w:val="00521631"/>
    <w:rsid w:val="00523491"/>
    <w:rsid w:val="00523FF8"/>
    <w:rsid w:val="005256B2"/>
    <w:rsid w:val="00525B46"/>
    <w:rsid w:val="0053084E"/>
    <w:rsid w:val="00531843"/>
    <w:rsid w:val="00532D87"/>
    <w:rsid w:val="00533D7A"/>
    <w:rsid w:val="00533E6B"/>
    <w:rsid w:val="005365F8"/>
    <w:rsid w:val="00536B7C"/>
    <w:rsid w:val="00537154"/>
    <w:rsid w:val="005376A5"/>
    <w:rsid w:val="00537AE2"/>
    <w:rsid w:val="00541395"/>
    <w:rsid w:val="00541481"/>
    <w:rsid w:val="0054232B"/>
    <w:rsid w:val="00542B11"/>
    <w:rsid w:val="00547D47"/>
    <w:rsid w:val="0055225D"/>
    <w:rsid w:val="005529A1"/>
    <w:rsid w:val="00556A08"/>
    <w:rsid w:val="0055786E"/>
    <w:rsid w:val="00560802"/>
    <w:rsid w:val="00562C39"/>
    <w:rsid w:val="00564426"/>
    <w:rsid w:val="005657FE"/>
    <w:rsid w:val="0056653D"/>
    <w:rsid w:val="00566DEA"/>
    <w:rsid w:val="005711E0"/>
    <w:rsid w:val="00571B07"/>
    <w:rsid w:val="00572DCF"/>
    <w:rsid w:val="00573CF6"/>
    <w:rsid w:val="00575FA2"/>
    <w:rsid w:val="0057639A"/>
    <w:rsid w:val="00580346"/>
    <w:rsid w:val="0058178E"/>
    <w:rsid w:val="0058371F"/>
    <w:rsid w:val="00584F0F"/>
    <w:rsid w:val="00587339"/>
    <w:rsid w:val="0058769B"/>
    <w:rsid w:val="00587B92"/>
    <w:rsid w:val="00587C90"/>
    <w:rsid w:val="00591825"/>
    <w:rsid w:val="005929C3"/>
    <w:rsid w:val="0059318A"/>
    <w:rsid w:val="00593D37"/>
    <w:rsid w:val="00594B5F"/>
    <w:rsid w:val="00595468"/>
    <w:rsid w:val="00595681"/>
    <w:rsid w:val="0059654F"/>
    <w:rsid w:val="005A3197"/>
    <w:rsid w:val="005A4FB1"/>
    <w:rsid w:val="005A555A"/>
    <w:rsid w:val="005A5996"/>
    <w:rsid w:val="005A639F"/>
    <w:rsid w:val="005A687F"/>
    <w:rsid w:val="005A6B72"/>
    <w:rsid w:val="005B0629"/>
    <w:rsid w:val="005B06F8"/>
    <w:rsid w:val="005B2E2B"/>
    <w:rsid w:val="005B3BBA"/>
    <w:rsid w:val="005B3DD2"/>
    <w:rsid w:val="005B44AF"/>
    <w:rsid w:val="005C1714"/>
    <w:rsid w:val="005C1B7D"/>
    <w:rsid w:val="005C2EB3"/>
    <w:rsid w:val="005C52EE"/>
    <w:rsid w:val="005C56E4"/>
    <w:rsid w:val="005D00D5"/>
    <w:rsid w:val="005D037A"/>
    <w:rsid w:val="005D6789"/>
    <w:rsid w:val="005D7EF8"/>
    <w:rsid w:val="005E1975"/>
    <w:rsid w:val="005E2DFF"/>
    <w:rsid w:val="005E302E"/>
    <w:rsid w:val="005E326B"/>
    <w:rsid w:val="005E634C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56C5"/>
    <w:rsid w:val="0061727B"/>
    <w:rsid w:val="00621198"/>
    <w:rsid w:val="00622919"/>
    <w:rsid w:val="00624228"/>
    <w:rsid w:val="00627001"/>
    <w:rsid w:val="006307A3"/>
    <w:rsid w:val="00630B8F"/>
    <w:rsid w:val="00632656"/>
    <w:rsid w:val="00632A6F"/>
    <w:rsid w:val="00632DA9"/>
    <w:rsid w:val="00633FA2"/>
    <w:rsid w:val="006341E8"/>
    <w:rsid w:val="00634A05"/>
    <w:rsid w:val="00635721"/>
    <w:rsid w:val="00637421"/>
    <w:rsid w:val="00637E98"/>
    <w:rsid w:val="00637FF2"/>
    <w:rsid w:val="00640813"/>
    <w:rsid w:val="00642361"/>
    <w:rsid w:val="006441C6"/>
    <w:rsid w:val="00644B25"/>
    <w:rsid w:val="0064709B"/>
    <w:rsid w:val="00650735"/>
    <w:rsid w:val="0065356B"/>
    <w:rsid w:val="0065447E"/>
    <w:rsid w:val="006544CF"/>
    <w:rsid w:val="00655737"/>
    <w:rsid w:val="00655E4F"/>
    <w:rsid w:val="0066001C"/>
    <w:rsid w:val="00661BD3"/>
    <w:rsid w:val="00664F99"/>
    <w:rsid w:val="00666376"/>
    <w:rsid w:val="0067026E"/>
    <w:rsid w:val="006703DF"/>
    <w:rsid w:val="006713E6"/>
    <w:rsid w:val="00671E92"/>
    <w:rsid w:val="00673893"/>
    <w:rsid w:val="00673D16"/>
    <w:rsid w:val="0067793C"/>
    <w:rsid w:val="00680C8B"/>
    <w:rsid w:val="00681257"/>
    <w:rsid w:val="006830EE"/>
    <w:rsid w:val="00683A61"/>
    <w:rsid w:val="00683A90"/>
    <w:rsid w:val="00690469"/>
    <w:rsid w:val="006904FE"/>
    <w:rsid w:val="00692CC3"/>
    <w:rsid w:val="006936ED"/>
    <w:rsid w:val="00694A9A"/>
    <w:rsid w:val="006950CC"/>
    <w:rsid w:val="00696907"/>
    <w:rsid w:val="00696B98"/>
    <w:rsid w:val="006A0585"/>
    <w:rsid w:val="006A2BE1"/>
    <w:rsid w:val="006A2D51"/>
    <w:rsid w:val="006A3DD0"/>
    <w:rsid w:val="006A53A0"/>
    <w:rsid w:val="006A7959"/>
    <w:rsid w:val="006A7B13"/>
    <w:rsid w:val="006B0BB0"/>
    <w:rsid w:val="006B2ABC"/>
    <w:rsid w:val="006B33D7"/>
    <w:rsid w:val="006B3F1F"/>
    <w:rsid w:val="006B3FAC"/>
    <w:rsid w:val="006B40D1"/>
    <w:rsid w:val="006B6B85"/>
    <w:rsid w:val="006B6D1F"/>
    <w:rsid w:val="006B72DD"/>
    <w:rsid w:val="006B7CE9"/>
    <w:rsid w:val="006C0364"/>
    <w:rsid w:val="006C06AD"/>
    <w:rsid w:val="006C4002"/>
    <w:rsid w:val="006C4288"/>
    <w:rsid w:val="006C45CB"/>
    <w:rsid w:val="006C481E"/>
    <w:rsid w:val="006C49AB"/>
    <w:rsid w:val="006C79EA"/>
    <w:rsid w:val="006D0026"/>
    <w:rsid w:val="006D3BB8"/>
    <w:rsid w:val="006D4372"/>
    <w:rsid w:val="006D4EE1"/>
    <w:rsid w:val="006D6363"/>
    <w:rsid w:val="006D68E1"/>
    <w:rsid w:val="006D6970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1C25"/>
    <w:rsid w:val="00702F8E"/>
    <w:rsid w:val="00706B96"/>
    <w:rsid w:val="00706DA6"/>
    <w:rsid w:val="007078AA"/>
    <w:rsid w:val="00711DAE"/>
    <w:rsid w:val="007128C8"/>
    <w:rsid w:val="00712B84"/>
    <w:rsid w:val="00714451"/>
    <w:rsid w:val="00714516"/>
    <w:rsid w:val="00720786"/>
    <w:rsid w:val="0072079A"/>
    <w:rsid w:val="0072162B"/>
    <w:rsid w:val="00722452"/>
    <w:rsid w:val="00723B73"/>
    <w:rsid w:val="00725E59"/>
    <w:rsid w:val="00726785"/>
    <w:rsid w:val="00726A50"/>
    <w:rsid w:val="00727856"/>
    <w:rsid w:val="00730F0B"/>
    <w:rsid w:val="00731262"/>
    <w:rsid w:val="00734637"/>
    <w:rsid w:val="007367A5"/>
    <w:rsid w:val="007405AE"/>
    <w:rsid w:val="00743D96"/>
    <w:rsid w:val="00744838"/>
    <w:rsid w:val="00751417"/>
    <w:rsid w:val="007544D7"/>
    <w:rsid w:val="00754E5E"/>
    <w:rsid w:val="00756B74"/>
    <w:rsid w:val="00761226"/>
    <w:rsid w:val="007661D3"/>
    <w:rsid w:val="00770B3E"/>
    <w:rsid w:val="0077306F"/>
    <w:rsid w:val="007738E6"/>
    <w:rsid w:val="00774723"/>
    <w:rsid w:val="00774BEB"/>
    <w:rsid w:val="00775368"/>
    <w:rsid w:val="007809B9"/>
    <w:rsid w:val="00780A7E"/>
    <w:rsid w:val="00781FE1"/>
    <w:rsid w:val="00783C20"/>
    <w:rsid w:val="007865AF"/>
    <w:rsid w:val="00787C22"/>
    <w:rsid w:val="00791804"/>
    <w:rsid w:val="007950B6"/>
    <w:rsid w:val="007A0106"/>
    <w:rsid w:val="007A0400"/>
    <w:rsid w:val="007A0D1F"/>
    <w:rsid w:val="007A23FD"/>
    <w:rsid w:val="007A295A"/>
    <w:rsid w:val="007A3375"/>
    <w:rsid w:val="007A3447"/>
    <w:rsid w:val="007A362B"/>
    <w:rsid w:val="007A46B4"/>
    <w:rsid w:val="007A4DC5"/>
    <w:rsid w:val="007A5323"/>
    <w:rsid w:val="007A5AC8"/>
    <w:rsid w:val="007B2A98"/>
    <w:rsid w:val="007B5164"/>
    <w:rsid w:val="007B6DE5"/>
    <w:rsid w:val="007B6F78"/>
    <w:rsid w:val="007B73B2"/>
    <w:rsid w:val="007B7A88"/>
    <w:rsid w:val="007B7F2A"/>
    <w:rsid w:val="007C059F"/>
    <w:rsid w:val="007C103B"/>
    <w:rsid w:val="007C2A4C"/>
    <w:rsid w:val="007C2A58"/>
    <w:rsid w:val="007C42A3"/>
    <w:rsid w:val="007C4719"/>
    <w:rsid w:val="007C5BCC"/>
    <w:rsid w:val="007C6106"/>
    <w:rsid w:val="007C6DBF"/>
    <w:rsid w:val="007C75DF"/>
    <w:rsid w:val="007D0B57"/>
    <w:rsid w:val="007D16C1"/>
    <w:rsid w:val="007D1756"/>
    <w:rsid w:val="007D1857"/>
    <w:rsid w:val="007D2BC1"/>
    <w:rsid w:val="007D2D70"/>
    <w:rsid w:val="007D41C3"/>
    <w:rsid w:val="007E026D"/>
    <w:rsid w:val="007E2A23"/>
    <w:rsid w:val="007E2D8C"/>
    <w:rsid w:val="007E2EF9"/>
    <w:rsid w:val="007E30BA"/>
    <w:rsid w:val="007E42F0"/>
    <w:rsid w:val="007E4C2B"/>
    <w:rsid w:val="007E5C41"/>
    <w:rsid w:val="007E5C68"/>
    <w:rsid w:val="007E5EA0"/>
    <w:rsid w:val="007E6B18"/>
    <w:rsid w:val="007E7EFB"/>
    <w:rsid w:val="007F0A78"/>
    <w:rsid w:val="007F19B9"/>
    <w:rsid w:val="007F53A3"/>
    <w:rsid w:val="0080245B"/>
    <w:rsid w:val="0080254C"/>
    <w:rsid w:val="008025FE"/>
    <w:rsid w:val="008043C5"/>
    <w:rsid w:val="008068A0"/>
    <w:rsid w:val="00806BA1"/>
    <w:rsid w:val="00806CEE"/>
    <w:rsid w:val="00810218"/>
    <w:rsid w:val="008104A5"/>
    <w:rsid w:val="008113C4"/>
    <w:rsid w:val="008116BF"/>
    <w:rsid w:val="00813E82"/>
    <w:rsid w:val="00815B54"/>
    <w:rsid w:val="00816116"/>
    <w:rsid w:val="00816AC1"/>
    <w:rsid w:val="00820F2B"/>
    <w:rsid w:val="00821650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B65"/>
    <w:rsid w:val="00834C71"/>
    <w:rsid w:val="008353F9"/>
    <w:rsid w:val="0083586E"/>
    <w:rsid w:val="008403A6"/>
    <w:rsid w:val="00840B4E"/>
    <w:rsid w:val="008419B9"/>
    <w:rsid w:val="008421CF"/>
    <w:rsid w:val="00842358"/>
    <w:rsid w:val="008430BE"/>
    <w:rsid w:val="008457EC"/>
    <w:rsid w:val="0084612C"/>
    <w:rsid w:val="00846D02"/>
    <w:rsid w:val="00847041"/>
    <w:rsid w:val="0084722F"/>
    <w:rsid w:val="008472DC"/>
    <w:rsid w:val="00851187"/>
    <w:rsid w:val="00851C12"/>
    <w:rsid w:val="00852FC7"/>
    <w:rsid w:val="00854931"/>
    <w:rsid w:val="00857561"/>
    <w:rsid w:val="00857A95"/>
    <w:rsid w:val="00861563"/>
    <w:rsid w:val="00861CA2"/>
    <w:rsid w:val="008629A7"/>
    <w:rsid w:val="00862AAF"/>
    <w:rsid w:val="00863555"/>
    <w:rsid w:val="0086367D"/>
    <w:rsid w:val="00863A0F"/>
    <w:rsid w:val="0086601A"/>
    <w:rsid w:val="00866540"/>
    <w:rsid w:val="008674CD"/>
    <w:rsid w:val="008676CD"/>
    <w:rsid w:val="00870682"/>
    <w:rsid w:val="00871575"/>
    <w:rsid w:val="0087360C"/>
    <w:rsid w:val="008742C6"/>
    <w:rsid w:val="008750CD"/>
    <w:rsid w:val="0087649E"/>
    <w:rsid w:val="0087753D"/>
    <w:rsid w:val="00881408"/>
    <w:rsid w:val="00882281"/>
    <w:rsid w:val="00882E3F"/>
    <w:rsid w:val="00883B2C"/>
    <w:rsid w:val="00891B76"/>
    <w:rsid w:val="00893314"/>
    <w:rsid w:val="008955BC"/>
    <w:rsid w:val="0089728C"/>
    <w:rsid w:val="008A7C32"/>
    <w:rsid w:val="008B0170"/>
    <w:rsid w:val="008B0473"/>
    <w:rsid w:val="008B1229"/>
    <w:rsid w:val="008B2F87"/>
    <w:rsid w:val="008B436B"/>
    <w:rsid w:val="008B5B96"/>
    <w:rsid w:val="008B6501"/>
    <w:rsid w:val="008C5EF5"/>
    <w:rsid w:val="008C6AB8"/>
    <w:rsid w:val="008C6B5F"/>
    <w:rsid w:val="008D130F"/>
    <w:rsid w:val="008D212A"/>
    <w:rsid w:val="008D2625"/>
    <w:rsid w:val="008D535C"/>
    <w:rsid w:val="008D6EC3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726"/>
    <w:rsid w:val="008F6E3B"/>
    <w:rsid w:val="009006C3"/>
    <w:rsid w:val="009102C2"/>
    <w:rsid w:val="009115A1"/>
    <w:rsid w:val="009115B4"/>
    <w:rsid w:val="009123DC"/>
    <w:rsid w:val="00913322"/>
    <w:rsid w:val="00913877"/>
    <w:rsid w:val="00914E19"/>
    <w:rsid w:val="00920287"/>
    <w:rsid w:val="00920B60"/>
    <w:rsid w:val="00923D79"/>
    <w:rsid w:val="00924657"/>
    <w:rsid w:val="00924878"/>
    <w:rsid w:val="00924A5D"/>
    <w:rsid w:val="00924F3F"/>
    <w:rsid w:val="009259CB"/>
    <w:rsid w:val="0092776B"/>
    <w:rsid w:val="0092799D"/>
    <w:rsid w:val="009279F5"/>
    <w:rsid w:val="009356B3"/>
    <w:rsid w:val="00935C7A"/>
    <w:rsid w:val="00935CE7"/>
    <w:rsid w:val="009362E1"/>
    <w:rsid w:val="00936582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9D"/>
    <w:rsid w:val="009441A2"/>
    <w:rsid w:val="00944863"/>
    <w:rsid w:val="00944A59"/>
    <w:rsid w:val="00950850"/>
    <w:rsid w:val="009519DC"/>
    <w:rsid w:val="0095424F"/>
    <w:rsid w:val="00956561"/>
    <w:rsid w:val="00957411"/>
    <w:rsid w:val="00961C1C"/>
    <w:rsid w:val="00962E75"/>
    <w:rsid w:val="0096370E"/>
    <w:rsid w:val="00964517"/>
    <w:rsid w:val="00964D10"/>
    <w:rsid w:val="00966799"/>
    <w:rsid w:val="00971057"/>
    <w:rsid w:val="0097305F"/>
    <w:rsid w:val="00973E33"/>
    <w:rsid w:val="00974094"/>
    <w:rsid w:val="0097445D"/>
    <w:rsid w:val="00976674"/>
    <w:rsid w:val="00980C63"/>
    <w:rsid w:val="00980F96"/>
    <w:rsid w:val="00982813"/>
    <w:rsid w:val="00983BDA"/>
    <w:rsid w:val="009849B0"/>
    <w:rsid w:val="00985F2C"/>
    <w:rsid w:val="009861EF"/>
    <w:rsid w:val="00986A7B"/>
    <w:rsid w:val="009931BB"/>
    <w:rsid w:val="00996A12"/>
    <w:rsid w:val="00996FA9"/>
    <w:rsid w:val="00997F2C"/>
    <w:rsid w:val="009A183F"/>
    <w:rsid w:val="009A2185"/>
    <w:rsid w:val="009A2C45"/>
    <w:rsid w:val="009A401F"/>
    <w:rsid w:val="009A4C13"/>
    <w:rsid w:val="009A5940"/>
    <w:rsid w:val="009A59C6"/>
    <w:rsid w:val="009A5E29"/>
    <w:rsid w:val="009A5E36"/>
    <w:rsid w:val="009B11B0"/>
    <w:rsid w:val="009B23EF"/>
    <w:rsid w:val="009B43DE"/>
    <w:rsid w:val="009B52AE"/>
    <w:rsid w:val="009B5C91"/>
    <w:rsid w:val="009B5F89"/>
    <w:rsid w:val="009C1115"/>
    <w:rsid w:val="009C342C"/>
    <w:rsid w:val="009C3E60"/>
    <w:rsid w:val="009C5289"/>
    <w:rsid w:val="009D08FE"/>
    <w:rsid w:val="009D3671"/>
    <w:rsid w:val="009D3BB4"/>
    <w:rsid w:val="009D5E0A"/>
    <w:rsid w:val="009D6DF5"/>
    <w:rsid w:val="009D7638"/>
    <w:rsid w:val="009D7902"/>
    <w:rsid w:val="009E0570"/>
    <w:rsid w:val="009E34B6"/>
    <w:rsid w:val="009E3CA4"/>
    <w:rsid w:val="009E5A72"/>
    <w:rsid w:val="009E629A"/>
    <w:rsid w:val="009E73AA"/>
    <w:rsid w:val="009F1C1E"/>
    <w:rsid w:val="009F1FE5"/>
    <w:rsid w:val="009F2403"/>
    <w:rsid w:val="009F3539"/>
    <w:rsid w:val="009F49B2"/>
    <w:rsid w:val="009F513F"/>
    <w:rsid w:val="009F5640"/>
    <w:rsid w:val="009F58D1"/>
    <w:rsid w:val="009F72E6"/>
    <w:rsid w:val="00A00E78"/>
    <w:rsid w:val="00A01251"/>
    <w:rsid w:val="00A01A66"/>
    <w:rsid w:val="00A06994"/>
    <w:rsid w:val="00A10F36"/>
    <w:rsid w:val="00A12019"/>
    <w:rsid w:val="00A1301F"/>
    <w:rsid w:val="00A13481"/>
    <w:rsid w:val="00A13974"/>
    <w:rsid w:val="00A16746"/>
    <w:rsid w:val="00A20ECE"/>
    <w:rsid w:val="00A22F3D"/>
    <w:rsid w:val="00A23540"/>
    <w:rsid w:val="00A24896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2396"/>
    <w:rsid w:val="00A43562"/>
    <w:rsid w:val="00A43BC5"/>
    <w:rsid w:val="00A44B97"/>
    <w:rsid w:val="00A44FD9"/>
    <w:rsid w:val="00A45775"/>
    <w:rsid w:val="00A46066"/>
    <w:rsid w:val="00A46CA8"/>
    <w:rsid w:val="00A505A9"/>
    <w:rsid w:val="00A515C8"/>
    <w:rsid w:val="00A51DD0"/>
    <w:rsid w:val="00A51FFA"/>
    <w:rsid w:val="00A5342D"/>
    <w:rsid w:val="00A536E9"/>
    <w:rsid w:val="00A55274"/>
    <w:rsid w:val="00A562BD"/>
    <w:rsid w:val="00A60DC6"/>
    <w:rsid w:val="00A62160"/>
    <w:rsid w:val="00A62BEE"/>
    <w:rsid w:val="00A636FC"/>
    <w:rsid w:val="00A64189"/>
    <w:rsid w:val="00A64979"/>
    <w:rsid w:val="00A65552"/>
    <w:rsid w:val="00A6562F"/>
    <w:rsid w:val="00A65765"/>
    <w:rsid w:val="00A659ED"/>
    <w:rsid w:val="00A727B0"/>
    <w:rsid w:val="00A73574"/>
    <w:rsid w:val="00A73624"/>
    <w:rsid w:val="00A80856"/>
    <w:rsid w:val="00A85109"/>
    <w:rsid w:val="00A851D4"/>
    <w:rsid w:val="00A852C9"/>
    <w:rsid w:val="00A87475"/>
    <w:rsid w:val="00A87A87"/>
    <w:rsid w:val="00A90111"/>
    <w:rsid w:val="00A9180C"/>
    <w:rsid w:val="00A92D9F"/>
    <w:rsid w:val="00A949E7"/>
    <w:rsid w:val="00A97CED"/>
    <w:rsid w:val="00A97FA0"/>
    <w:rsid w:val="00AA0BD8"/>
    <w:rsid w:val="00AA199D"/>
    <w:rsid w:val="00AA2476"/>
    <w:rsid w:val="00AA2808"/>
    <w:rsid w:val="00AA2CBA"/>
    <w:rsid w:val="00AA4836"/>
    <w:rsid w:val="00AA749E"/>
    <w:rsid w:val="00AA7E72"/>
    <w:rsid w:val="00AB0D32"/>
    <w:rsid w:val="00AB51AF"/>
    <w:rsid w:val="00AB62FF"/>
    <w:rsid w:val="00AC011E"/>
    <w:rsid w:val="00AC055C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2380"/>
    <w:rsid w:val="00AD2B7D"/>
    <w:rsid w:val="00AD45B5"/>
    <w:rsid w:val="00AD65DA"/>
    <w:rsid w:val="00AD6632"/>
    <w:rsid w:val="00AE17B0"/>
    <w:rsid w:val="00AE2F36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2C8"/>
    <w:rsid w:val="00AF59DA"/>
    <w:rsid w:val="00AF60C7"/>
    <w:rsid w:val="00AF6247"/>
    <w:rsid w:val="00AF7271"/>
    <w:rsid w:val="00AF774A"/>
    <w:rsid w:val="00B01ED8"/>
    <w:rsid w:val="00B02C4A"/>
    <w:rsid w:val="00B03502"/>
    <w:rsid w:val="00B0394E"/>
    <w:rsid w:val="00B043B6"/>
    <w:rsid w:val="00B05AFF"/>
    <w:rsid w:val="00B10BCC"/>
    <w:rsid w:val="00B110B1"/>
    <w:rsid w:val="00B119F1"/>
    <w:rsid w:val="00B11C52"/>
    <w:rsid w:val="00B12523"/>
    <w:rsid w:val="00B15FD9"/>
    <w:rsid w:val="00B2078F"/>
    <w:rsid w:val="00B22E9C"/>
    <w:rsid w:val="00B22F7A"/>
    <w:rsid w:val="00B23654"/>
    <w:rsid w:val="00B236BE"/>
    <w:rsid w:val="00B24B9B"/>
    <w:rsid w:val="00B25A4B"/>
    <w:rsid w:val="00B260F0"/>
    <w:rsid w:val="00B274E6"/>
    <w:rsid w:val="00B3013A"/>
    <w:rsid w:val="00B31F64"/>
    <w:rsid w:val="00B326EC"/>
    <w:rsid w:val="00B3276E"/>
    <w:rsid w:val="00B34B71"/>
    <w:rsid w:val="00B35965"/>
    <w:rsid w:val="00B369A7"/>
    <w:rsid w:val="00B37FD0"/>
    <w:rsid w:val="00B41C97"/>
    <w:rsid w:val="00B41D0F"/>
    <w:rsid w:val="00B42013"/>
    <w:rsid w:val="00B44DDF"/>
    <w:rsid w:val="00B450D6"/>
    <w:rsid w:val="00B46661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6543A"/>
    <w:rsid w:val="00B67482"/>
    <w:rsid w:val="00B6755A"/>
    <w:rsid w:val="00B67F75"/>
    <w:rsid w:val="00B7446A"/>
    <w:rsid w:val="00B76252"/>
    <w:rsid w:val="00B7629D"/>
    <w:rsid w:val="00B7641D"/>
    <w:rsid w:val="00B82128"/>
    <w:rsid w:val="00B8309E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4F38"/>
    <w:rsid w:val="00BA6285"/>
    <w:rsid w:val="00BB0BFB"/>
    <w:rsid w:val="00BB20AE"/>
    <w:rsid w:val="00BB28C9"/>
    <w:rsid w:val="00BB30CA"/>
    <w:rsid w:val="00BB3AB4"/>
    <w:rsid w:val="00BB3CF9"/>
    <w:rsid w:val="00BC0D60"/>
    <w:rsid w:val="00BC5049"/>
    <w:rsid w:val="00BC69B7"/>
    <w:rsid w:val="00BD554C"/>
    <w:rsid w:val="00BD6BD0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C005F4"/>
    <w:rsid w:val="00C01AF2"/>
    <w:rsid w:val="00C03666"/>
    <w:rsid w:val="00C0441D"/>
    <w:rsid w:val="00C04447"/>
    <w:rsid w:val="00C0643D"/>
    <w:rsid w:val="00C06A2B"/>
    <w:rsid w:val="00C0718A"/>
    <w:rsid w:val="00C0739E"/>
    <w:rsid w:val="00C07588"/>
    <w:rsid w:val="00C10192"/>
    <w:rsid w:val="00C12A66"/>
    <w:rsid w:val="00C1364E"/>
    <w:rsid w:val="00C13EAF"/>
    <w:rsid w:val="00C177E8"/>
    <w:rsid w:val="00C2006D"/>
    <w:rsid w:val="00C21FDD"/>
    <w:rsid w:val="00C23F9C"/>
    <w:rsid w:val="00C240A3"/>
    <w:rsid w:val="00C24E65"/>
    <w:rsid w:val="00C269AE"/>
    <w:rsid w:val="00C26F51"/>
    <w:rsid w:val="00C278CC"/>
    <w:rsid w:val="00C30AAF"/>
    <w:rsid w:val="00C30EAD"/>
    <w:rsid w:val="00C31CA2"/>
    <w:rsid w:val="00C32145"/>
    <w:rsid w:val="00C3225D"/>
    <w:rsid w:val="00C34BC6"/>
    <w:rsid w:val="00C35E7B"/>
    <w:rsid w:val="00C3657C"/>
    <w:rsid w:val="00C36CBA"/>
    <w:rsid w:val="00C3735D"/>
    <w:rsid w:val="00C408A6"/>
    <w:rsid w:val="00C41D23"/>
    <w:rsid w:val="00C422AF"/>
    <w:rsid w:val="00C43B69"/>
    <w:rsid w:val="00C4576D"/>
    <w:rsid w:val="00C458B9"/>
    <w:rsid w:val="00C467EA"/>
    <w:rsid w:val="00C47CAE"/>
    <w:rsid w:val="00C51EB3"/>
    <w:rsid w:val="00C52705"/>
    <w:rsid w:val="00C53711"/>
    <w:rsid w:val="00C537BD"/>
    <w:rsid w:val="00C547FC"/>
    <w:rsid w:val="00C6057D"/>
    <w:rsid w:val="00C60A5C"/>
    <w:rsid w:val="00C647EB"/>
    <w:rsid w:val="00C6537F"/>
    <w:rsid w:val="00C661B8"/>
    <w:rsid w:val="00C67EC4"/>
    <w:rsid w:val="00C70C7F"/>
    <w:rsid w:val="00C74FAC"/>
    <w:rsid w:val="00C766ED"/>
    <w:rsid w:val="00C83509"/>
    <w:rsid w:val="00C84435"/>
    <w:rsid w:val="00C85821"/>
    <w:rsid w:val="00C85B12"/>
    <w:rsid w:val="00C85DC4"/>
    <w:rsid w:val="00C92281"/>
    <w:rsid w:val="00C93928"/>
    <w:rsid w:val="00C944D8"/>
    <w:rsid w:val="00C957E5"/>
    <w:rsid w:val="00C96A2A"/>
    <w:rsid w:val="00C97FA0"/>
    <w:rsid w:val="00CA053C"/>
    <w:rsid w:val="00CA2EE4"/>
    <w:rsid w:val="00CA68FF"/>
    <w:rsid w:val="00CA6A01"/>
    <w:rsid w:val="00CA6FD3"/>
    <w:rsid w:val="00CA726E"/>
    <w:rsid w:val="00CB1BD0"/>
    <w:rsid w:val="00CB32B0"/>
    <w:rsid w:val="00CB728D"/>
    <w:rsid w:val="00CB781F"/>
    <w:rsid w:val="00CC1BC5"/>
    <w:rsid w:val="00CC2EB8"/>
    <w:rsid w:val="00CC360C"/>
    <w:rsid w:val="00CC432B"/>
    <w:rsid w:val="00CC6B6E"/>
    <w:rsid w:val="00CD1622"/>
    <w:rsid w:val="00CD1803"/>
    <w:rsid w:val="00CD1AC9"/>
    <w:rsid w:val="00CD23A1"/>
    <w:rsid w:val="00CD2935"/>
    <w:rsid w:val="00CD2ABC"/>
    <w:rsid w:val="00CD464C"/>
    <w:rsid w:val="00CD48EB"/>
    <w:rsid w:val="00CD4D54"/>
    <w:rsid w:val="00CD582F"/>
    <w:rsid w:val="00CD5AF1"/>
    <w:rsid w:val="00CE2585"/>
    <w:rsid w:val="00CE29A9"/>
    <w:rsid w:val="00CE3F0D"/>
    <w:rsid w:val="00CE5175"/>
    <w:rsid w:val="00CE547A"/>
    <w:rsid w:val="00CE60C6"/>
    <w:rsid w:val="00CE694E"/>
    <w:rsid w:val="00CE7E16"/>
    <w:rsid w:val="00CF0285"/>
    <w:rsid w:val="00CF2CA5"/>
    <w:rsid w:val="00CF388F"/>
    <w:rsid w:val="00CF4FE5"/>
    <w:rsid w:val="00CF63D1"/>
    <w:rsid w:val="00CF75D7"/>
    <w:rsid w:val="00D023F3"/>
    <w:rsid w:val="00D0312D"/>
    <w:rsid w:val="00D03896"/>
    <w:rsid w:val="00D038D2"/>
    <w:rsid w:val="00D06F59"/>
    <w:rsid w:val="00D07138"/>
    <w:rsid w:val="00D109D5"/>
    <w:rsid w:val="00D1317B"/>
    <w:rsid w:val="00D14A00"/>
    <w:rsid w:val="00D14EE6"/>
    <w:rsid w:val="00D1582B"/>
    <w:rsid w:val="00D15D86"/>
    <w:rsid w:val="00D1675A"/>
    <w:rsid w:val="00D173DD"/>
    <w:rsid w:val="00D200E9"/>
    <w:rsid w:val="00D22CE4"/>
    <w:rsid w:val="00D25CF2"/>
    <w:rsid w:val="00D26F13"/>
    <w:rsid w:val="00D316D4"/>
    <w:rsid w:val="00D31D75"/>
    <w:rsid w:val="00D33FC2"/>
    <w:rsid w:val="00D3632C"/>
    <w:rsid w:val="00D368D9"/>
    <w:rsid w:val="00D379E0"/>
    <w:rsid w:val="00D37DDD"/>
    <w:rsid w:val="00D40D38"/>
    <w:rsid w:val="00D41001"/>
    <w:rsid w:val="00D4612D"/>
    <w:rsid w:val="00D469A8"/>
    <w:rsid w:val="00D50631"/>
    <w:rsid w:val="00D527F3"/>
    <w:rsid w:val="00D528AD"/>
    <w:rsid w:val="00D52F2C"/>
    <w:rsid w:val="00D53D69"/>
    <w:rsid w:val="00D54510"/>
    <w:rsid w:val="00D548A5"/>
    <w:rsid w:val="00D5739E"/>
    <w:rsid w:val="00D617F1"/>
    <w:rsid w:val="00D63382"/>
    <w:rsid w:val="00D65093"/>
    <w:rsid w:val="00D66F70"/>
    <w:rsid w:val="00D67015"/>
    <w:rsid w:val="00D701F9"/>
    <w:rsid w:val="00D7065D"/>
    <w:rsid w:val="00D71902"/>
    <w:rsid w:val="00D73152"/>
    <w:rsid w:val="00D75532"/>
    <w:rsid w:val="00D75FF6"/>
    <w:rsid w:val="00D767CE"/>
    <w:rsid w:val="00D81694"/>
    <w:rsid w:val="00D82A5F"/>
    <w:rsid w:val="00D847A9"/>
    <w:rsid w:val="00D87B8D"/>
    <w:rsid w:val="00D90768"/>
    <w:rsid w:val="00D91AB0"/>
    <w:rsid w:val="00D927A1"/>
    <w:rsid w:val="00D92B82"/>
    <w:rsid w:val="00D93265"/>
    <w:rsid w:val="00D93B8B"/>
    <w:rsid w:val="00D94F10"/>
    <w:rsid w:val="00D9527C"/>
    <w:rsid w:val="00D95783"/>
    <w:rsid w:val="00DA0654"/>
    <w:rsid w:val="00DA16ED"/>
    <w:rsid w:val="00DA1833"/>
    <w:rsid w:val="00DA3114"/>
    <w:rsid w:val="00DA34C2"/>
    <w:rsid w:val="00DA4E82"/>
    <w:rsid w:val="00DA509A"/>
    <w:rsid w:val="00DA600B"/>
    <w:rsid w:val="00DA7004"/>
    <w:rsid w:val="00DA764E"/>
    <w:rsid w:val="00DB11F3"/>
    <w:rsid w:val="00DB207D"/>
    <w:rsid w:val="00DB3D90"/>
    <w:rsid w:val="00DB5315"/>
    <w:rsid w:val="00DB7B6E"/>
    <w:rsid w:val="00DC0AD6"/>
    <w:rsid w:val="00DC0E86"/>
    <w:rsid w:val="00DC1D95"/>
    <w:rsid w:val="00DC24CB"/>
    <w:rsid w:val="00DC6E3F"/>
    <w:rsid w:val="00DC7E36"/>
    <w:rsid w:val="00DD02B6"/>
    <w:rsid w:val="00DD0696"/>
    <w:rsid w:val="00DD0B38"/>
    <w:rsid w:val="00DD25A3"/>
    <w:rsid w:val="00DD2DF6"/>
    <w:rsid w:val="00DD54D5"/>
    <w:rsid w:val="00DD5553"/>
    <w:rsid w:val="00DD55AE"/>
    <w:rsid w:val="00DD5FB4"/>
    <w:rsid w:val="00DD60E2"/>
    <w:rsid w:val="00DD65DD"/>
    <w:rsid w:val="00DD7BE1"/>
    <w:rsid w:val="00DE076B"/>
    <w:rsid w:val="00DE2B03"/>
    <w:rsid w:val="00DE2DF6"/>
    <w:rsid w:val="00DE5160"/>
    <w:rsid w:val="00DE5263"/>
    <w:rsid w:val="00DE53A0"/>
    <w:rsid w:val="00DE6719"/>
    <w:rsid w:val="00DF1399"/>
    <w:rsid w:val="00DF142E"/>
    <w:rsid w:val="00DF16ED"/>
    <w:rsid w:val="00DF2A79"/>
    <w:rsid w:val="00DF2B0E"/>
    <w:rsid w:val="00DF2CEA"/>
    <w:rsid w:val="00DF3039"/>
    <w:rsid w:val="00DF33E5"/>
    <w:rsid w:val="00DF3502"/>
    <w:rsid w:val="00DF355B"/>
    <w:rsid w:val="00DF39EE"/>
    <w:rsid w:val="00DF3EB2"/>
    <w:rsid w:val="00DF404E"/>
    <w:rsid w:val="00DF43E5"/>
    <w:rsid w:val="00DF4FD7"/>
    <w:rsid w:val="00DF6C83"/>
    <w:rsid w:val="00DF75FF"/>
    <w:rsid w:val="00E01E0D"/>
    <w:rsid w:val="00E03B09"/>
    <w:rsid w:val="00E041BA"/>
    <w:rsid w:val="00E051AD"/>
    <w:rsid w:val="00E06501"/>
    <w:rsid w:val="00E068D1"/>
    <w:rsid w:val="00E07176"/>
    <w:rsid w:val="00E113D8"/>
    <w:rsid w:val="00E11971"/>
    <w:rsid w:val="00E11FA4"/>
    <w:rsid w:val="00E20713"/>
    <w:rsid w:val="00E213B5"/>
    <w:rsid w:val="00E2144E"/>
    <w:rsid w:val="00E254DB"/>
    <w:rsid w:val="00E25BA6"/>
    <w:rsid w:val="00E2771C"/>
    <w:rsid w:val="00E3044E"/>
    <w:rsid w:val="00E306DC"/>
    <w:rsid w:val="00E31812"/>
    <w:rsid w:val="00E31D81"/>
    <w:rsid w:val="00E31F8B"/>
    <w:rsid w:val="00E33AA3"/>
    <w:rsid w:val="00E349DC"/>
    <w:rsid w:val="00E378A8"/>
    <w:rsid w:val="00E413D4"/>
    <w:rsid w:val="00E4148B"/>
    <w:rsid w:val="00E41560"/>
    <w:rsid w:val="00E43E7F"/>
    <w:rsid w:val="00E46C61"/>
    <w:rsid w:val="00E506BF"/>
    <w:rsid w:val="00E515B7"/>
    <w:rsid w:val="00E5192C"/>
    <w:rsid w:val="00E53816"/>
    <w:rsid w:val="00E54B6B"/>
    <w:rsid w:val="00E55C37"/>
    <w:rsid w:val="00E568B7"/>
    <w:rsid w:val="00E60C76"/>
    <w:rsid w:val="00E623BE"/>
    <w:rsid w:val="00E64A82"/>
    <w:rsid w:val="00E652EE"/>
    <w:rsid w:val="00E65808"/>
    <w:rsid w:val="00E66607"/>
    <w:rsid w:val="00E66B3A"/>
    <w:rsid w:val="00E6734A"/>
    <w:rsid w:val="00E713CE"/>
    <w:rsid w:val="00E76E7A"/>
    <w:rsid w:val="00E77686"/>
    <w:rsid w:val="00E80374"/>
    <w:rsid w:val="00E80D2A"/>
    <w:rsid w:val="00E81FC2"/>
    <w:rsid w:val="00E83483"/>
    <w:rsid w:val="00E84850"/>
    <w:rsid w:val="00E8714D"/>
    <w:rsid w:val="00E928C3"/>
    <w:rsid w:val="00E932BA"/>
    <w:rsid w:val="00E949EA"/>
    <w:rsid w:val="00EA04CA"/>
    <w:rsid w:val="00EA381F"/>
    <w:rsid w:val="00EA50AA"/>
    <w:rsid w:val="00EA59F9"/>
    <w:rsid w:val="00EA68B1"/>
    <w:rsid w:val="00EB0515"/>
    <w:rsid w:val="00EB0ED0"/>
    <w:rsid w:val="00EB2070"/>
    <w:rsid w:val="00EB23AF"/>
    <w:rsid w:val="00EB42C9"/>
    <w:rsid w:val="00EB4660"/>
    <w:rsid w:val="00EB5602"/>
    <w:rsid w:val="00EB5833"/>
    <w:rsid w:val="00EB69C4"/>
    <w:rsid w:val="00EB69EA"/>
    <w:rsid w:val="00EC1442"/>
    <w:rsid w:val="00EC1506"/>
    <w:rsid w:val="00EC3629"/>
    <w:rsid w:val="00EC3B51"/>
    <w:rsid w:val="00EC3BEA"/>
    <w:rsid w:val="00EC4425"/>
    <w:rsid w:val="00EC59A6"/>
    <w:rsid w:val="00EC5C7D"/>
    <w:rsid w:val="00EC5CF5"/>
    <w:rsid w:val="00EC5D35"/>
    <w:rsid w:val="00ED00E7"/>
    <w:rsid w:val="00ED065D"/>
    <w:rsid w:val="00ED116D"/>
    <w:rsid w:val="00ED254C"/>
    <w:rsid w:val="00ED2B55"/>
    <w:rsid w:val="00EE1D8D"/>
    <w:rsid w:val="00EE4F5D"/>
    <w:rsid w:val="00EE67FE"/>
    <w:rsid w:val="00EE7ED8"/>
    <w:rsid w:val="00EF0DCD"/>
    <w:rsid w:val="00EF0DF6"/>
    <w:rsid w:val="00EF1864"/>
    <w:rsid w:val="00EF19EF"/>
    <w:rsid w:val="00EF4195"/>
    <w:rsid w:val="00EF63E4"/>
    <w:rsid w:val="00EF7F80"/>
    <w:rsid w:val="00F002D0"/>
    <w:rsid w:val="00F021CB"/>
    <w:rsid w:val="00F02507"/>
    <w:rsid w:val="00F045E1"/>
    <w:rsid w:val="00F055A8"/>
    <w:rsid w:val="00F05688"/>
    <w:rsid w:val="00F108E9"/>
    <w:rsid w:val="00F11DE9"/>
    <w:rsid w:val="00F121D6"/>
    <w:rsid w:val="00F129B8"/>
    <w:rsid w:val="00F13BAB"/>
    <w:rsid w:val="00F156AF"/>
    <w:rsid w:val="00F16BEF"/>
    <w:rsid w:val="00F205DE"/>
    <w:rsid w:val="00F208D5"/>
    <w:rsid w:val="00F21B05"/>
    <w:rsid w:val="00F268D2"/>
    <w:rsid w:val="00F315D3"/>
    <w:rsid w:val="00F32297"/>
    <w:rsid w:val="00F323B4"/>
    <w:rsid w:val="00F3295C"/>
    <w:rsid w:val="00F32C7A"/>
    <w:rsid w:val="00F36E4C"/>
    <w:rsid w:val="00F370BD"/>
    <w:rsid w:val="00F400CD"/>
    <w:rsid w:val="00F40D7E"/>
    <w:rsid w:val="00F41AF5"/>
    <w:rsid w:val="00F41F87"/>
    <w:rsid w:val="00F42755"/>
    <w:rsid w:val="00F431BB"/>
    <w:rsid w:val="00F43B6C"/>
    <w:rsid w:val="00F45E15"/>
    <w:rsid w:val="00F50BEF"/>
    <w:rsid w:val="00F5170A"/>
    <w:rsid w:val="00F51F96"/>
    <w:rsid w:val="00F523BA"/>
    <w:rsid w:val="00F52AE0"/>
    <w:rsid w:val="00F52E22"/>
    <w:rsid w:val="00F53418"/>
    <w:rsid w:val="00F539C7"/>
    <w:rsid w:val="00F53D50"/>
    <w:rsid w:val="00F55BF5"/>
    <w:rsid w:val="00F5707A"/>
    <w:rsid w:val="00F57A3B"/>
    <w:rsid w:val="00F57D3B"/>
    <w:rsid w:val="00F605FA"/>
    <w:rsid w:val="00F61CCC"/>
    <w:rsid w:val="00F621AD"/>
    <w:rsid w:val="00F63512"/>
    <w:rsid w:val="00F6490C"/>
    <w:rsid w:val="00F65B65"/>
    <w:rsid w:val="00F66F41"/>
    <w:rsid w:val="00F67522"/>
    <w:rsid w:val="00F6756B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4F71"/>
    <w:rsid w:val="00F85C3B"/>
    <w:rsid w:val="00F86052"/>
    <w:rsid w:val="00F87ABB"/>
    <w:rsid w:val="00F9023D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A76CA"/>
    <w:rsid w:val="00FB0FFA"/>
    <w:rsid w:val="00FB31E1"/>
    <w:rsid w:val="00FB4E65"/>
    <w:rsid w:val="00FB5952"/>
    <w:rsid w:val="00FB5E93"/>
    <w:rsid w:val="00FB66E3"/>
    <w:rsid w:val="00FC2244"/>
    <w:rsid w:val="00FC318C"/>
    <w:rsid w:val="00FC340F"/>
    <w:rsid w:val="00FC492E"/>
    <w:rsid w:val="00FC4E13"/>
    <w:rsid w:val="00FC4E66"/>
    <w:rsid w:val="00FC4E89"/>
    <w:rsid w:val="00FD2F78"/>
    <w:rsid w:val="00FD3C8C"/>
    <w:rsid w:val="00FD4E25"/>
    <w:rsid w:val="00FE020F"/>
    <w:rsid w:val="00FE189F"/>
    <w:rsid w:val="00FE1DD7"/>
    <w:rsid w:val="00FE2ACC"/>
    <w:rsid w:val="00FE4977"/>
    <w:rsid w:val="00FE527B"/>
    <w:rsid w:val="00FE5FD4"/>
    <w:rsid w:val="00FF12E5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376D94A"/>
  <w15:docId w15:val="{9B5B3053-E7A1-4B2B-8480-91D64F6D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A9F91-10FD-4D82-88D6-393C8AA4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623</CharactersWithSpaces>
  <SharedDoc>false</SharedDoc>
  <HLinks>
    <vt:vector size="30" baseType="variant">
      <vt:variant>
        <vt:i4>7012448</vt:i4>
      </vt:variant>
      <vt:variant>
        <vt:i4>12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http://web.pref.hyogo.jp/tb01/tb01_000000001.html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2490410</vt:i4>
      </vt:variant>
      <vt:variant>
        <vt:i4>3</vt:i4>
      </vt:variant>
      <vt:variant>
        <vt:i4>0</vt:i4>
      </vt:variant>
      <vt:variant>
        <vt:i4>5</vt:i4>
      </vt:variant>
      <vt:variant>
        <vt:lpwstr>http://www.hyogo-sanpai.or.jp/</vt:lpwstr>
      </vt:variant>
      <vt:variant>
        <vt:lpwstr/>
      </vt:variant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creator>兵庫県</dc:creator>
  <cp:lastModifiedBy>田村 誠</cp:lastModifiedBy>
  <cp:revision>6</cp:revision>
  <cp:lastPrinted>2017-09-29T02:27:00Z</cp:lastPrinted>
  <dcterms:created xsi:type="dcterms:W3CDTF">2017-09-29T02:33:00Z</dcterms:created>
  <dcterms:modified xsi:type="dcterms:W3CDTF">2021-04-09T04:41:00Z</dcterms:modified>
</cp:coreProperties>
</file>